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236" w:rsidRDefault="00A43236" w:rsidP="00FC00B4">
      <w:r>
        <w:t xml:space="preserve">Name :    </w:t>
      </w:r>
      <w:r>
        <w:tab/>
        <w:t xml:space="preserve">Class : </w:t>
      </w:r>
    </w:p>
    <w:p w:rsidR="00A43236" w:rsidRDefault="00A43236" w:rsidP="00FC00B4">
      <w:r>
        <w:t xml:space="preserve">PT Pupil Support  Signature__________________________________ </w:t>
      </w:r>
    </w:p>
    <w:p w:rsidR="00A43236" w:rsidRDefault="00A43236" w:rsidP="00FC00B4">
      <w:r>
        <w:t>Parental Signature ________________________________</w:t>
      </w:r>
    </w:p>
    <w:p w:rsidR="00A43236" w:rsidRDefault="00A43236" w:rsidP="00FC00B4">
      <w:r>
        <w:t>Career Interest ___________________________________</w:t>
      </w:r>
    </w:p>
    <w:p w:rsidR="00A43236" w:rsidRDefault="00A43236" w:rsidP="00FC00B4">
      <w:pPr>
        <w:sectPr w:rsidR="00A43236" w:rsidSect="008210E3">
          <w:headerReference w:type="default" r:id="rId6"/>
          <w:headerReference w:type="first" r:id="rId7"/>
          <w:type w:val="continuous"/>
          <w:pgSz w:w="16838" w:h="11906" w:orient="landscape" w:code="9"/>
          <w:pgMar w:top="720" w:right="720" w:bottom="720" w:left="720" w:header="284" w:footer="709" w:gutter="0"/>
          <w:cols w:num="2" w:space="708"/>
          <w:titlePg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62"/>
        <w:gridCol w:w="1573"/>
        <w:gridCol w:w="1146"/>
      </w:tblGrid>
      <w:tr w:rsidR="00A43236" w:rsidRPr="00E03B57">
        <w:trPr>
          <w:trHeight w:val="344"/>
        </w:trPr>
        <w:tc>
          <w:tcPr>
            <w:tcW w:w="286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43236" w:rsidRPr="00956745" w:rsidRDefault="00A43236" w:rsidP="00E03B57">
            <w:pPr>
              <w:spacing w:after="0" w:line="240" w:lineRule="auto"/>
              <w:rPr>
                <w:sz w:val="20"/>
                <w:szCs w:val="20"/>
              </w:rPr>
            </w:pPr>
            <w:r w:rsidRPr="00956745">
              <w:rPr>
                <w:sz w:val="20"/>
                <w:szCs w:val="20"/>
              </w:rPr>
              <w:t>Subject</w:t>
            </w:r>
          </w:p>
        </w:tc>
        <w:tc>
          <w:tcPr>
            <w:tcW w:w="157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43236" w:rsidRPr="00956745" w:rsidRDefault="00A43236" w:rsidP="00E03B57">
            <w:pPr>
              <w:spacing w:after="0" w:line="240" w:lineRule="auto"/>
              <w:rPr>
                <w:sz w:val="20"/>
                <w:szCs w:val="20"/>
              </w:rPr>
            </w:pPr>
            <w:r w:rsidRPr="00956745">
              <w:rPr>
                <w:sz w:val="20"/>
                <w:szCs w:val="20"/>
              </w:rPr>
              <w:t xml:space="preserve">Course Level </w:t>
            </w:r>
          </w:p>
          <w:p w:rsidR="00A43236" w:rsidRPr="00956745" w:rsidRDefault="00A43236" w:rsidP="00E03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43236" w:rsidRPr="00956745" w:rsidRDefault="00A43236" w:rsidP="00E03B57">
            <w:pPr>
              <w:spacing w:after="0" w:line="240" w:lineRule="auto"/>
              <w:rPr>
                <w:sz w:val="20"/>
                <w:szCs w:val="20"/>
              </w:rPr>
            </w:pPr>
            <w:r w:rsidRPr="00956745">
              <w:rPr>
                <w:sz w:val="20"/>
                <w:szCs w:val="20"/>
              </w:rPr>
              <w:t>Please Tick</w:t>
            </w:r>
          </w:p>
        </w:tc>
      </w:tr>
      <w:tr w:rsidR="00A43236" w:rsidRPr="00E03B57">
        <w:trPr>
          <w:trHeight w:val="172"/>
        </w:trPr>
        <w:tc>
          <w:tcPr>
            <w:tcW w:w="5581" w:type="dxa"/>
            <w:gridSpan w:val="3"/>
            <w:tcBorders>
              <w:top w:val="thinThickSmallGap" w:sz="24" w:space="0" w:color="auto"/>
            </w:tcBorders>
          </w:tcPr>
          <w:p w:rsidR="00A43236" w:rsidRPr="00956745" w:rsidRDefault="00A43236" w:rsidP="00E03B5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56745">
              <w:rPr>
                <w:b/>
                <w:bCs/>
                <w:sz w:val="20"/>
                <w:szCs w:val="20"/>
              </w:rPr>
              <w:t>Option 1 -  Choose ONE subject from this group</w:t>
            </w:r>
          </w:p>
        </w:tc>
      </w:tr>
      <w:tr w:rsidR="00A43236" w:rsidRPr="00E03B57">
        <w:trPr>
          <w:trHeight w:val="159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Administration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Art &amp; Design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Biology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G/C</w:t>
            </w:r>
            <w:r>
              <w:rPr>
                <w:sz w:val="16"/>
                <w:szCs w:val="16"/>
              </w:rPr>
              <w:t xml:space="preserve"> only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Business Management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59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Chemistry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G/C only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Computing Studies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Computing Units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Intermediate 1 / 2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59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Engineering Skills - Metalwork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Intermediate 1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French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59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Physical Education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Intermediate 1 / 2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213"/>
        </w:trPr>
        <w:tc>
          <w:tcPr>
            <w:tcW w:w="5581" w:type="dxa"/>
            <w:gridSpan w:val="3"/>
            <w:tcBorders>
              <w:top w:val="thinThickSmallGap" w:sz="24" w:space="0" w:color="auto"/>
            </w:tcBorders>
          </w:tcPr>
          <w:p w:rsidR="00A43236" w:rsidRPr="00956745" w:rsidRDefault="00A43236" w:rsidP="00E03B5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56745">
              <w:rPr>
                <w:b/>
                <w:bCs/>
                <w:sz w:val="20"/>
                <w:szCs w:val="20"/>
              </w:rPr>
              <w:t>Option 2 -  Choose ONE subject from this group</w:t>
            </w: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Administration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Art &amp; Design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59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Biology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G/C only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Business Management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Chemistry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G/C only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59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Computing Studies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Computing Units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Intermediate 1 / 2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Engineering Skills - Metalwork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Intermediate1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French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545A50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Gaelic (learners)</w:t>
            </w:r>
          </w:p>
        </w:tc>
        <w:tc>
          <w:tcPr>
            <w:tcW w:w="1573" w:type="dxa"/>
          </w:tcPr>
          <w:p w:rsidR="00A43236" w:rsidRPr="00E03B57" w:rsidRDefault="00A43236" w:rsidP="00545A50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545A5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59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Gaidhlig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Geography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 only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Graphic Communication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59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Health &amp; Food Technology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Intermediate 1/ 2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Hospitality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Intermediate 1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95"/>
        </w:trPr>
        <w:tc>
          <w:tcPr>
            <w:tcW w:w="5581" w:type="dxa"/>
            <w:gridSpan w:val="3"/>
            <w:tcBorders>
              <w:top w:val="thinThickSmallGap" w:sz="24" w:space="0" w:color="auto"/>
            </w:tcBorders>
          </w:tcPr>
          <w:p w:rsidR="00A43236" w:rsidRPr="00956745" w:rsidRDefault="00A43236" w:rsidP="00E03B5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56745">
              <w:rPr>
                <w:b/>
                <w:bCs/>
                <w:sz w:val="20"/>
                <w:szCs w:val="20"/>
              </w:rPr>
              <w:t>Option 3 -  Choose ONE subject from this group</w:t>
            </w: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Art &amp; Design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59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Geography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Intermediate 1/ 2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History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</w:t>
            </w:r>
            <w:r w:rsidRPr="00E03B57">
              <w:rPr>
                <w:sz w:val="16"/>
                <w:szCs w:val="16"/>
              </w:rPr>
              <w:t xml:space="preserve"> 2</w:t>
            </w:r>
            <w:r>
              <w:rPr>
                <w:sz w:val="16"/>
                <w:szCs w:val="16"/>
              </w:rPr>
              <w:t xml:space="preserve"> – 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Modern Studies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59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Music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Physics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G/C only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Practical Craft Skills - Woodwork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Intermediate 1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239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Science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520"/>
        </w:trPr>
        <w:tc>
          <w:tcPr>
            <w:tcW w:w="5581" w:type="dxa"/>
            <w:gridSpan w:val="3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408"/>
        </w:trPr>
        <w:tc>
          <w:tcPr>
            <w:tcW w:w="286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43236" w:rsidRPr="00956745" w:rsidRDefault="00A43236" w:rsidP="00E03B57">
            <w:pPr>
              <w:spacing w:after="0" w:line="240" w:lineRule="auto"/>
              <w:rPr>
                <w:sz w:val="20"/>
                <w:szCs w:val="20"/>
              </w:rPr>
            </w:pPr>
            <w:r w:rsidRPr="00956745">
              <w:rPr>
                <w:sz w:val="20"/>
                <w:szCs w:val="20"/>
              </w:rPr>
              <w:t>Subject</w:t>
            </w:r>
          </w:p>
        </w:tc>
        <w:tc>
          <w:tcPr>
            <w:tcW w:w="157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43236" w:rsidRPr="00956745" w:rsidRDefault="00A43236" w:rsidP="00E03B57">
            <w:pPr>
              <w:spacing w:after="0" w:line="240" w:lineRule="auto"/>
              <w:rPr>
                <w:sz w:val="20"/>
                <w:szCs w:val="20"/>
              </w:rPr>
            </w:pPr>
            <w:r w:rsidRPr="00956745">
              <w:rPr>
                <w:sz w:val="20"/>
                <w:szCs w:val="20"/>
              </w:rPr>
              <w:t>Course Level</w:t>
            </w:r>
          </w:p>
          <w:p w:rsidR="00A43236" w:rsidRPr="00956745" w:rsidRDefault="00A43236" w:rsidP="00E03B5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43236" w:rsidRPr="00956745" w:rsidRDefault="00A43236" w:rsidP="00E03B57">
            <w:pPr>
              <w:spacing w:after="0" w:line="240" w:lineRule="auto"/>
              <w:rPr>
                <w:sz w:val="20"/>
                <w:szCs w:val="20"/>
              </w:rPr>
            </w:pPr>
            <w:r w:rsidRPr="00956745">
              <w:rPr>
                <w:sz w:val="20"/>
                <w:szCs w:val="20"/>
              </w:rPr>
              <w:t>Please Tick</w:t>
            </w:r>
          </w:p>
        </w:tc>
      </w:tr>
      <w:tr w:rsidR="00A43236" w:rsidRPr="00E03B57">
        <w:trPr>
          <w:trHeight w:val="172"/>
        </w:trPr>
        <w:tc>
          <w:tcPr>
            <w:tcW w:w="5581" w:type="dxa"/>
            <w:gridSpan w:val="3"/>
          </w:tcPr>
          <w:p w:rsidR="00A43236" w:rsidRPr="00956745" w:rsidRDefault="00A43236" w:rsidP="00E03B57">
            <w:pPr>
              <w:spacing w:after="0" w:line="240" w:lineRule="auto"/>
              <w:rPr>
                <w:sz w:val="20"/>
                <w:szCs w:val="20"/>
              </w:rPr>
            </w:pPr>
            <w:r w:rsidRPr="00956745">
              <w:rPr>
                <w:b/>
                <w:bCs/>
                <w:sz w:val="20"/>
                <w:szCs w:val="20"/>
              </w:rPr>
              <w:t>Option 4 -  Choose ONE subject from this group</w:t>
            </w:r>
          </w:p>
        </w:tc>
      </w:tr>
      <w:tr w:rsidR="00A43236" w:rsidRPr="00E03B57">
        <w:trPr>
          <w:trHeight w:val="159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History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</w:t>
            </w:r>
            <w:r w:rsidRPr="00E03B57">
              <w:rPr>
                <w:sz w:val="16"/>
                <w:szCs w:val="16"/>
              </w:rPr>
              <w:t xml:space="preserve"> 2</w:t>
            </w:r>
            <w:r>
              <w:rPr>
                <w:sz w:val="16"/>
                <w:szCs w:val="16"/>
              </w:rPr>
              <w:t xml:space="preserve"> – 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59"/>
        </w:trPr>
        <w:tc>
          <w:tcPr>
            <w:tcW w:w="2862" w:type="dxa"/>
          </w:tcPr>
          <w:p w:rsidR="00A43236" w:rsidRPr="00E03B57" w:rsidRDefault="00A43236" w:rsidP="009917B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Gaelic History </w:t>
            </w:r>
          </w:p>
        </w:tc>
        <w:tc>
          <w:tcPr>
            <w:tcW w:w="1573" w:type="dxa"/>
          </w:tcPr>
          <w:p w:rsidR="00A43236" w:rsidRPr="00E03B57" w:rsidRDefault="00A43236" w:rsidP="009917B0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9917B0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Modern Studies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Music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Physics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G/C only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59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Practical Craft Skills - Woodwork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Intermediate 1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  <w:tcBorders>
              <w:bottom w:val="thinThickSmallGap" w:sz="24" w:space="0" w:color="auto"/>
            </w:tcBorders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Social &amp; Vocational Skills</w:t>
            </w:r>
          </w:p>
        </w:tc>
        <w:tc>
          <w:tcPr>
            <w:tcW w:w="1573" w:type="dxa"/>
            <w:tcBorders>
              <w:bottom w:val="thinThickSmallGap" w:sz="24" w:space="0" w:color="auto"/>
            </w:tcBorders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  <w:tcBorders>
              <w:bottom w:val="thinThickSmallGap" w:sz="24" w:space="0" w:color="auto"/>
            </w:tcBorders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5581" w:type="dxa"/>
            <w:gridSpan w:val="3"/>
          </w:tcPr>
          <w:p w:rsidR="00A43236" w:rsidRPr="00956745" w:rsidRDefault="00A43236" w:rsidP="00E03B5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56745">
              <w:rPr>
                <w:b/>
                <w:bCs/>
                <w:sz w:val="20"/>
                <w:szCs w:val="20"/>
              </w:rPr>
              <w:t>Option 5 -  Choose ONE subject from this group</w:t>
            </w: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Art &amp; Design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59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Biology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G/C only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Business Management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Computing Studies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59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Engineering Skills - Metalwork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Intermediate 1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French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Geography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 only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59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Gaelic Geography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Graphic Communication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Health &amp; Food Technology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Intermediate 1/ 2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59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History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F/G only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Hospitality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Intermediate 1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261"/>
        </w:trPr>
        <w:tc>
          <w:tcPr>
            <w:tcW w:w="5581" w:type="dxa"/>
            <w:gridSpan w:val="3"/>
            <w:tcBorders>
              <w:top w:val="thinThickSmallGap" w:sz="24" w:space="0" w:color="auto"/>
            </w:tcBorders>
          </w:tcPr>
          <w:p w:rsidR="00A43236" w:rsidRPr="00956745" w:rsidRDefault="00A43236" w:rsidP="00E03B5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56745">
              <w:rPr>
                <w:b/>
                <w:bCs/>
                <w:sz w:val="20"/>
                <w:szCs w:val="20"/>
              </w:rPr>
              <w:t>Option 6 -  Choose ONE subject from this group</w:t>
            </w: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Art &amp; Design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59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Biology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G/C only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Chemistry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G/C only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Geography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Intermediate 1/ 2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59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Hospitality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Intermediate 1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Modern Studies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Music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59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Physics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G/C only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Practical Craft Skills - Woodwork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Intermediate 1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Science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F/G/C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59"/>
        </w:trPr>
        <w:tc>
          <w:tcPr>
            <w:tcW w:w="2862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Technological Studies</w:t>
            </w:r>
          </w:p>
        </w:tc>
        <w:tc>
          <w:tcPr>
            <w:tcW w:w="1573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E03B57">
              <w:rPr>
                <w:sz w:val="16"/>
                <w:szCs w:val="16"/>
              </w:rPr>
              <w:t>G/C only</w:t>
            </w:r>
          </w:p>
        </w:tc>
        <w:tc>
          <w:tcPr>
            <w:tcW w:w="1146" w:type="dxa"/>
          </w:tcPr>
          <w:p w:rsidR="00A43236" w:rsidRPr="00E03B57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43236" w:rsidRPr="00E03B57">
        <w:trPr>
          <w:trHeight w:val="172"/>
        </w:trPr>
        <w:tc>
          <w:tcPr>
            <w:tcW w:w="2862" w:type="dxa"/>
            <w:tcBorders>
              <w:top w:val="thinThickSmallGap" w:sz="24" w:space="0" w:color="auto"/>
            </w:tcBorders>
          </w:tcPr>
          <w:p w:rsidR="00A43236" w:rsidRPr="00956745" w:rsidRDefault="00A43236" w:rsidP="00E03B5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956745">
              <w:rPr>
                <w:b/>
                <w:bCs/>
                <w:sz w:val="16"/>
                <w:szCs w:val="16"/>
              </w:rPr>
              <w:t xml:space="preserve">Core Subjects – All pupils will do </w:t>
            </w:r>
          </w:p>
        </w:tc>
        <w:tc>
          <w:tcPr>
            <w:tcW w:w="1573" w:type="dxa"/>
            <w:tcBorders>
              <w:top w:val="thinThickSmallGap" w:sz="24" w:space="0" w:color="auto"/>
            </w:tcBorders>
          </w:tcPr>
          <w:p w:rsidR="00A43236" w:rsidRPr="00956745" w:rsidRDefault="00A43236" w:rsidP="00E03B5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956745">
              <w:rPr>
                <w:b/>
                <w:bCs/>
                <w:sz w:val="16"/>
                <w:szCs w:val="16"/>
              </w:rPr>
              <w:t>Periods in S3</w:t>
            </w:r>
          </w:p>
        </w:tc>
        <w:tc>
          <w:tcPr>
            <w:tcW w:w="1146" w:type="dxa"/>
            <w:tcBorders>
              <w:top w:val="thinThickSmallGap" w:sz="24" w:space="0" w:color="auto"/>
            </w:tcBorders>
          </w:tcPr>
          <w:p w:rsidR="00A43236" w:rsidRPr="00956745" w:rsidRDefault="00A43236" w:rsidP="00E03B57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956745">
              <w:rPr>
                <w:b/>
                <w:bCs/>
                <w:sz w:val="16"/>
                <w:szCs w:val="16"/>
              </w:rPr>
              <w:t>Periods in S4</w:t>
            </w: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956745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956745">
              <w:rPr>
                <w:sz w:val="16"/>
                <w:szCs w:val="16"/>
              </w:rPr>
              <w:t>English</w:t>
            </w:r>
          </w:p>
        </w:tc>
        <w:tc>
          <w:tcPr>
            <w:tcW w:w="1573" w:type="dxa"/>
          </w:tcPr>
          <w:p w:rsidR="00A43236" w:rsidRPr="00956745" w:rsidRDefault="00A43236" w:rsidP="00E03B57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56745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46" w:type="dxa"/>
          </w:tcPr>
          <w:p w:rsidR="00A43236" w:rsidRPr="00956745" w:rsidRDefault="00A43236" w:rsidP="00E03B57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56745">
              <w:rPr>
                <w:b/>
                <w:bCs/>
                <w:sz w:val="16"/>
                <w:szCs w:val="16"/>
              </w:rPr>
              <w:t>5</w:t>
            </w: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956745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956745">
              <w:rPr>
                <w:sz w:val="16"/>
                <w:szCs w:val="16"/>
              </w:rPr>
              <w:t>Mathematics</w:t>
            </w:r>
          </w:p>
        </w:tc>
        <w:tc>
          <w:tcPr>
            <w:tcW w:w="1573" w:type="dxa"/>
          </w:tcPr>
          <w:p w:rsidR="00A43236" w:rsidRPr="00956745" w:rsidRDefault="00A43236" w:rsidP="00E03B57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56745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46" w:type="dxa"/>
          </w:tcPr>
          <w:p w:rsidR="00A43236" w:rsidRPr="00956745" w:rsidRDefault="00A43236" w:rsidP="00E03B57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56745">
              <w:rPr>
                <w:b/>
                <w:bCs/>
                <w:sz w:val="16"/>
                <w:szCs w:val="16"/>
              </w:rPr>
              <w:t>5</w:t>
            </w: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956745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 w:rsidRPr="00956745">
              <w:rPr>
                <w:sz w:val="16"/>
                <w:szCs w:val="16"/>
              </w:rPr>
              <w:t>Physical Education</w:t>
            </w:r>
          </w:p>
        </w:tc>
        <w:tc>
          <w:tcPr>
            <w:tcW w:w="1573" w:type="dxa"/>
          </w:tcPr>
          <w:p w:rsidR="00A43236" w:rsidRPr="00956745" w:rsidRDefault="00A43236" w:rsidP="00E03B57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56745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46" w:type="dxa"/>
          </w:tcPr>
          <w:p w:rsidR="00A43236" w:rsidRPr="00956745" w:rsidRDefault="00A43236" w:rsidP="00E03B57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56745">
              <w:rPr>
                <w:b/>
                <w:bCs/>
                <w:sz w:val="16"/>
                <w:szCs w:val="16"/>
              </w:rPr>
              <w:t>2</w:t>
            </w:r>
          </w:p>
        </w:tc>
      </w:tr>
      <w:tr w:rsidR="00A43236" w:rsidRPr="00E03B57">
        <w:trPr>
          <w:trHeight w:val="172"/>
        </w:trPr>
        <w:tc>
          <w:tcPr>
            <w:tcW w:w="2862" w:type="dxa"/>
          </w:tcPr>
          <w:p w:rsidR="00A43236" w:rsidRPr="00956745" w:rsidRDefault="00A43236" w:rsidP="00014810">
            <w:pPr>
              <w:spacing w:after="0" w:line="240" w:lineRule="auto"/>
              <w:rPr>
                <w:sz w:val="16"/>
                <w:szCs w:val="16"/>
              </w:rPr>
            </w:pPr>
            <w:r w:rsidRPr="00956745">
              <w:rPr>
                <w:sz w:val="16"/>
                <w:szCs w:val="16"/>
              </w:rPr>
              <w:t>Religious Education</w:t>
            </w:r>
          </w:p>
        </w:tc>
        <w:tc>
          <w:tcPr>
            <w:tcW w:w="1573" w:type="dxa"/>
          </w:tcPr>
          <w:p w:rsidR="00A43236" w:rsidRPr="00956745" w:rsidRDefault="00A43236" w:rsidP="0001481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56745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46" w:type="dxa"/>
          </w:tcPr>
          <w:p w:rsidR="00A43236" w:rsidRPr="00956745" w:rsidRDefault="00A43236" w:rsidP="00014810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56745">
              <w:rPr>
                <w:b/>
                <w:bCs/>
                <w:sz w:val="16"/>
                <w:szCs w:val="16"/>
              </w:rPr>
              <w:t>2</w:t>
            </w:r>
          </w:p>
        </w:tc>
      </w:tr>
      <w:tr w:rsidR="00A43236" w:rsidRPr="00E03B57">
        <w:trPr>
          <w:trHeight w:val="70"/>
        </w:trPr>
        <w:tc>
          <w:tcPr>
            <w:tcW w:w="2862" w:type="dxa"/>
          </w:tcPr>
          <w:p w:rsidR="00A43236" w:rsidRPr="00956745" w:rsidRDefault="00A43236" w:rsidP="00E03B5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Social Education</w:t>
            </w:r>
          </w:p>
        </w:tc>
        <w:tc>
          <w:tcPr>
            <w:tcW w:w="1573" w:type="dxa"/>
          </w:tcPr>
          <w:p w:rsidR="00A43236" w:rsidRPr="00956745" w:rsidRDefault="00A43236" w:rsidP="00E03B57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46" w:type="dxa"/>
          </w:tcPr>
          <w:p w:rsidR="00A43236" w:rsidRPr="00956745" w:rsidRDefault="00A43236" w:rsidP="00E03B57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</w:tr>
    </w:tbl>
    <w:p w:rsidR="00A43236" w:rsidRDefault="00A43236" w:rsidP="008210E3"/>
    <w:sectPr w:rsidR="00A43236" w:rsidSect="00F04A5F">
      <w:type w:val="continuous"/>
      <w:pgSz w:w="16838" w:h="11906" w:orient="landscape" w:code="9"/>
      <w:pgMar w:top="1134" w:right="1418" w:bottom="624" w:left="1440" w:header="709" w:footer="0" w:gutter="0"/>
      <w:cols w:num="2"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236" w:rsidRDefault="00A43236" w:rsidP="00B50BDE">
      <w:pPr>
        <w:spacing w:after="0" w:line="240" w:lineRule="auto"/>
      </w:pPr>
      <w:r>
        <w:separator/>
      </w:r>
    </w:p>
  </w:endnote>
  <w:endnote w:type="continuationSeparator" w:id="1">
    <w:p w:rsidR="00A43236" w:rsidRDefault="00A43236" w:rsidP="00B50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236" w:rsidRDefault="00A43236" w:rsidP="00B50BDE">
      <w:pPr>
        <w:spacing w:after="0" w:line="240" w:lineRule="auto"/>
      </w:pPr>
      <w:r>
        <w:separator/>
      </w:r>
    </w:p>
  </w:footnote>
  <w:footnote w:type="continuationSeparator" w:id="1">
    <w:p w:rsidR="00A43236" w:rsidRDefault="00A43236" w:rsidP="00B50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236" w:rsidRDefault="00A43236" w:rsidP="008210E3">
    <w:pPr>
      <w:pStyle w:val="Header"/>
      <w:tabs>
        <w:tab w:val="left" w:pos="5730"/>
        <w:tab w:val="center" w:pos="7699"/>
      </w:tabs>
    </w:pPr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236" w:rsidRDefault="00A43236" w:rsidP="008210E3">
    <w:pPr>
      <w:pStyle w:val="Header"/>
      <w:jc w:val="center"/>
    </w:pPr>
    <w:r>
      <w:t>Dingwall Academy S3 /S4 Options 2011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3D2A"/>
    <w:rsid w:val="00014810"/>
    <w:rsid w:val="0002517B"/>
    <w:rsid w:val="000831A4"/>
    <w:rsid w:val="00092C87"/>
    <w:rsid w:val="000B35D5"/>
    <w:rsid w:val="000E7852"/>
    <w:rsid w:val="000F658D"/>
    <w:rsid w:val="00144C3B"/>
    <w:rsid w:val="00186469"/>
    <w:rsid w:val="00190E66"/>
    <w:rsid w:val="00196398"/>
    <w:rsid w:val="001B40BE"/>
    <w:rsid w:val="001B6DB9"/>
    <w:rsid w:val="001E1ACC"/>
    <w:rsid w:val="002635F4"/>
    <w:rsid w:val="00281D62"/>
    <w:rsid w:val="002C0FA3"/>
    <w:rsid w:val="002E7467"/>
    <w:rsid w:val="003411EB"/>
    <w:rsid w:val="0036565E"/>
    <w:rsid w:val="00417771"/>
    <w:rsid w:val="00434CB2"/>
    <w:rsid w:val="00453EB1"/>
    <w:rsid w:val="004F7FFB"/>
    <w:rsid w:val="00545A50"/>
    <w:rsid w:val="005718B7"/>
    <w:rsid w:val="00571BFA"/>
    <w:rsid w:val="005A6B3F"/>
    <w:rsid w:val="005B5BAF"/>
    <w:rsid w:val="00642038"/>
    <w:rsid w:val="006625A3"/>
    <w:rsid w:val="006E3904"/>
    <w:rsid w:val="006E3D16"/>
    <w:rsid w:val="00711924"/>
    <w:rsid w:val="007B76EF"/>
    <w:rsid w:val="007F424B"/>
    <w:rsid w:val="008210E3"/>
    <w:rsid w:val="008A3D2A"/>
    <w:rsid w:val="008A5724"/>
    <w:rsid w:val="008A7AFB"/>
    <w:rsid w:val="008B01A1"/>
    <w:rsid w:val="008C40CB"/>
    <w:rsid w:val="008D59F5"/>
    <w:rsid w:val="00956745"/>
    <w:rsid w:val="009848E0"/>
    <w:rsid w:val="009917B0"/>
    <w:rsid w:val="00993BC1"/>
    <w:rsid w:val="009D27A0"/>
    <w:rsid w:val="009D6702"/>
    <w:rsid w:val="009F5BA1"/>
    <w:rsid w:val="00A3368B"/>
    <w:rsid w:val="00A43236"/>
    <w:rsid w:val="00A542E1"/>
    <w:rsid w:val="00A56C76"/>
    <w:rsid w:val="00AE5D67"/>
    <w:rsid w:val="00B15D43"/>
    <w:rsid w:val="00B1748A"/>
    <w:rsid w:val="00B478FD"/>
    <w:rsid w:val="00B50BDE"/>
    <w:rsid w:val="00C0383A"/>
    <w:rsid w:val="00C744FB"/>
    <w:rsid w:val="00CA6788"/>
    <w:rsid w:val="00CD5123"/>
    <w:rsid w:val="00DE201B"/>
    <w:rsid w:val="00E03B57"/>
    <w:rsid w:val="00E04721"/>
    <w:rsid w:val="00E23796"/>
    <w:rsid w:val="00E3118A"/>
    <w:rsid w:val="00E45A69"/>
    <w:rsid w:val="00E91D9A"/>
    <w:rsid w:val="00F04A5F"/>
    <w:rsid w:val="00F059CB"/>
    <w:rsid w:val="00F10DAA"/>
    <w:rsid w:val="00F77E1E"/>
    <w:rsid w:val="00F81527"/>
    <w:rsid w:val="00FC0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1EB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3D2A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A3D2A"/>
    <w:rPr>
      <w:rFonts w:ascii="Cambria" w:hAnsi="Cambria" w:cs="Cambria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99"/>
    <w:rsid w:val="008A3D2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B50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0BDE"/>
  </w:style>
  <w:style w:type="paragraph" w:styleId="Footer">
    <w:name w:val="footer"/>
    <w:basedOn w:val="Normal"/>
    <w:link w:val="FooterChar"/>
    <w:uiPriority w:val="99"/>
    <w:semiHidden/>
    <w:rsid w:val="00B50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0BDE"/>
  </w:style>
  <w:style w:type="paragraph" w:styleId="BalloonText">
    <w:name w:val="Balloon Text"/>
    <w:basedOn w:val="Normal"/>
    <w:link w:val="BalloonTextChar"/>
    <w:uiPriority w:val="99"/>
    <w:semiHidden/>
    <w:rsid w:val="001E1A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924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355</Words>
  <Characters>2030</Characters>
  <Application>Microsoft Office Outlook</Application>
  <DocSecurity>0</DocSecurity>
  <Lines>0</Lines>
  <Paragraphs>0</Paragraphs>
  <ScaleCrop>false</ScaleCrop>
  <Company>Fujitsu Services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   </dc:title>
  <dc:subject/>
  <dc:creator>Mario</dc:creator>
  <cp:keywords/>
  <dc:description/>
  <cp:lastModifiedBy>mario di carlo</cp:lastModifiedBy>
  <cp:revision>3</cp:revision>
  <cp:lastPrinted>2011-03-14T11:01:00Z</cp:lastPrinted>
  <dcterms:created xsi:type="dcterms:W3CDTF">2011-03-14T11:08:00Z</dcterms:created>
  <dcterms:modified xsi:type="dcterms:W3CDTF">2011-05-05T10:24:00Z</dcterms:modified>
</cp:coreProperties>
</file>